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3BEBA">
      <w:pPr>
        <w:pStyle w:val="6"/>
        <w:ind w:left="4212"/>
        <w:rPr>
          <w:rFonts w:ascii="Times New Roman"/>
        </w:rPr>
      </w:pPr>
      <w:bookmarkStart w:id="5" w:name="_GoBack"/>
      <w:bookmarkEnd w:id="5"/>
    </w:p>
    <w:p w14:paraId="23A465ED">
      <w:pPr>
        <w:spacing w:before="279"/>
        <w:ind w:left="142"/>
        <w:rPr>
          <w:rFonts w:hint="default" w:ascii="Monotype Corsiva" w:hAnsi="Monotype Corsiva" w:cs="Monotype Corsiva"/>
          <w:b/>
          <w:bCs/>
          <w:sz w:val="52"/>
          <w:szCs w:val="52"/>
        </w:rPr>
      </w:pPr>
      <w:r>
        <w:rPr>
          <w:rFonts w:hint="default" w:ascii="Monotype Corsiva" w:hAnsi="Monotype Corsiva" w:cs="Monotype Corsiva"/>
          <w:b/>
          <w:bCs/>
          <w:color w:val="303030"/>
          <w:sz w:val="52"/>
          <w:szCs w:val="52"/>
        </w:rPr>
        <w:t>Логарифмические</w:t>
      </w:r>
      <w:r>
        <w:rPr>
          <w:rFonts w:hint="default" w:ascii="Monotype Corsiva" w:hAnsi="Monotype Corsiva" w:cs="Monotype Corsiva"/>
          <w:b/>
          <w:bCs/>
          <w:color w:val="303030"/>
          <w:sz w:val="52"/>
          <w:szCs w:val="52"/>
          <w:lang w:val="ru-RU"/>
        </w:rPr>
        <w:t xml:space="preserve"> </w:t>
      </w:r>
      <w:r>
        <w:rPr>
          <w:rFonts w:hint="default" w:ascii="Monotype Corsiva" w:hAnsi="Monotype Corsiva" w:cs="Monotype Corsiva"/>
          <w:b/>
          <w:bCs/>
          <w:color w:val="303030"/>
          <w:sz w:val="52"/>
          <w:szCs w:val="52"/>
        </w:rPr>
        <w:t>неравенства.</w:t>
      </w:r>
    </w:p>
    <w:p w14:paraId="294DE0EC">
      <w:pPr>
        <w:ind w:left="142"/>
        <w:rPr>
          <w:rFonts w:hint="default" w:ascii="Monotype Corsiva" w:hAnsi="Monotype Corsiva" w:cs="Monotype Corsiva"/>
          <w:b/>
          <w:bCs/>
          <w:sz w:val="52"/>
          <w:szCs w:val="52"/>
        </w:rPr>
      </w:pPr>
    </w:p>
    <w:p w14:paraId="529AFFBF">
      <w:pPr>
        <w:pStyle w:val="6"/>
        <w:spacing w:before="42"/>
        <w:rPr>
          <w:rFonts w:ascii="Arial"/>
          <w:b/>
          <w:bCs/>
        </w:rPr>
      </w:pPr>
    </w:p>
    <w:p w14:paraId="6A665E06">
      <w:pPr>
        <w:pStyle w:val="10"/>
        <w:numPr>
          <w:ilvl w:val="0"/>
          <w:numId w:val="1"/>
        </w:numPr>
        <w:tabs>
          <w:tab w:val="left" w:pos="361"/>
        </w:tabs>
        <w:spacing w:before="0"/>
        <w:ind w:left="439" w:leftChars="0" w:hanging="219" w:firstLineChars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  <w:lang w:val="ru-RU"/>
        </w:rPr>
        <w:t>Р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</w:rPr>
        <w:t>азобрать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</w:rPr>
        <w:t>виды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</w:rPr>
        <w:t>логарифмических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</w:rPr>
        <w:t>неравенств</w:t>
      </w:r>
      <w:r>
        <w:rPr>
          <w:rFonts w:hint="default" w:ascii="Times New Roman" w:hAnsi="Times New Roman" w:cs="Times New Roman"/>
          <w:b/>
          <w:bCs/>
          <w:color w:val="303030"/>
          <w:sz w:val="28"/>
          <w:szCs w:val="28"/>
          <w:lang w:val="ru-RU"/>
        </w:rPr>
        <w:t xml:space="preserve">  </w:t>
      </w:r>
    </w:p>
    <w:p w14:paraId="103F7C6D">
      <w:pPr>
        <w:pStyle w:val="6"/>
        <w:spacing w:before="83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2B7AE342">
      <w:pPr>
        <w:ind w:left="683" w:right="544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Схема_решения_логарифмических_неравенств"/>
      <w:bookmarkEnd w:id="0"/>
      <w:r>
        <w:rPr>
          <w:rFonts w:ascii="Arial" w:hAnsi="Arial" w:cs="Arial"/>
          <w:b/>
          <w:bCs/>
          <w:color w:val="303030"/>
          <w:spacing w:val="-2"/>
          <w:sz w:val="20"/>
          <w:szCs w:val="20"/>
        </w:rPr>
        <w:t>Теория</w:t>
      </w:r>
    </w:p>
    <w:p w14:paraId="69121CFC">
      <w:pPr>
        <w:pStyle w:val="2"/>
        <w:bidi w:val="0"/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"https://interneturok.ru/lesson/algebra/11-klass/bzadachi-iz-egeb/urok-5-logarifmicheskie-neravenstva-sistemy-logarifmicheskih-neravenstv" \l "mediaplayer" \h </w:instrText>
      </w:r>
      <w:r>
        <w:rPr>
          <w:rFonts w:hint="default"/>
        </w:rPr>
        <w:fldChar w:fldCharType="separate"/>
      </w:r>
      <w:r>
        <w:rPr>
          <w:rFonts w:hint="default"/>
        </w:rPr>
        <w:t>Схема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решения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логарифмических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неравенств</w:t>
      </w:r>
      <w:r>
        <w:rPr>
          <w:rFonts w:hint="default"/>
        </w:rPr>
        <w:fldChar w:fldCharType="end"/>
      </w:r>
    </w:p>
    <w:p w14:paraId="2DE25FB5">
      <w:pPr>
        <w:pStyle w:val="2"/>
        <w:bidi w:val="0"/>
        <w:rPr>
          <w:rFonts w:hint="default"/>
        </w:rPr>
      </w:pPr>
    </w:p>
    <w:p w14:paraId="73151DB1">
      <w:pPr>
        <w:pStyle w:val="6"/>
        <w:spacing w:before="1" w:line="244" w:lineRule="auto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Мы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уже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говорили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логарифмической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ее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свойствах.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Важным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свойством,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которым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мы пользовались для решения логарифмических уравнений: монотонность.</w:t>
      </w:r>
    </w:p>
    <w:p w14:paraId="484F99F1">
      <w:pPr>
        <w:pStyle w:val="6"/>
        <w:spacing w:before="42"/>
        <w:rPr>
          <w:rFonts w:hint="default" w:ascii="Times New Roman" w:hAnsi="Times New Roman" w:cs="Times New Roman"/>
          <w:sz w:val="28"/>
          <w:szCs w:val="28"/>
        </w:rPr>
      </w:pPr>
    </w:p>
    <w:p w14:paraId="452E4266">
      <w:pPr>
        <w:pStyle w:val="6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371475" cy="180975"/>
            <wp:effectExtent l="0" t="0" r="9525" b="0"/>
            <wp:docPr id="23" name="Изображение 1" descr="https://static-interneturok.cdnvideo.ru/content/konspekt_image/125737/5272fc20_a8a7_0131_6799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 1" descr="https://static-interneturok.cdnvideo.ru/content/konspekt_image/125737/5272fc20_a8a7_0131_6799_12313c0dade2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график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логарифмической функции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выглядит следующим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образом:</w:t>
      </w:r>
    </w:p>
    <w:p w14:paraId="13E9B23A">
      <w:pPr>
        <w:pStyle w:val="6"/>
        <w:spacing w:before="22"/>
        <w:rPr>
          <w:rFonts w:hint="default" w:ascii="Times New Roman" w:hAnsi="Times New Roman" w:cs="Times New Roman"/>
          <w:sz w:val="28"/>
          <w:szCs w:val="28"/>
        </w:rPr>
      </w:pPr>
    </w:p>
    <w:p w14:paraId="2D1897BD">
      <w:pPr>
        <w:pStyle w:val="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1155065</wp:posOffset>
            </wp:positionH>
            <wp:positionV relativeFrom="paragraph">
              <wp:posOffset>15875</wp:posOffset>
            </wp:positionV>
            <wp:extent cx="3591560" cy="2861310"/>
            <wp:effectExtent l="0" t="0" r="5080" b="3810"/>
            <wp:wrapTopAndBottom/>
            <wp:docPr id="13" name="Image 4" descr="https://static-interneturok.cdnvideo.ru/content/konspekt_image/125739/53b27ed0_a8a7_0131_679b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4" descr="https://static-interneturok.cdnvideo.ru/content/konspekt_image/125739/53b27ed0_a8a7_0131_679b_12313c0dade2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286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4148455</wp:posOffset>
            </wp:positionH>
            <wp:positionV relativeFrom="paragraph">
              <wp:posOffset>-2540</wp:posOffset>
            </wp:positionV>
            <wp:extent cx="86360" cy="180975"/>
            <wp:effectExtent l="0" t="0" r="5080" b="0"/>
            <wp:wrapNone/>
            <wp:docPr id="11" name="Image 5" descr="https://static-interneturok.cdnvideo.ru/content/konspekt_image/125742/563e09b0_a8a7_0131_679e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5" descr="https://static-interneturok.cdnvideo.ru/content/konspekt_image/125742/563e09b0_a8a7_0131_679e_12313c0dade2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36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5076190</wp:posOffset>
            </wp:positionH>
            <wp:positionV relativeFrom="paragraph">
              <wp:posOffset>-2540</wp:posOffset>
            </wp:positionV>
            <wp:extent cx="86360" cy="180975"/>
            <wp:effectExtent l="0" t="0" r="5080" b="1270"/>
            <wp:wrapNone/>
            <wp:docPr id="12" name="Image 6" descr="https://static-interneturok.cdnvideo.ru/content/konspekt_image/125743/576e5290_a8a7_0131_679f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6" descr="https://static-interneturok.cdnvideo.ru/content/konspekt_image/125743/576e5290_a8a7_0131_679f_12313c0dade2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36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1099185</wp:posOffset>
                </wp:positionH>
                <wp:positionV relativeFrom="paragraph">
                  <wp:posOffset>-2540</wp:posOffset>
                </wp:positionV>
                <wp:extent cx="2925445" cy="216535"/>
                <wp:effectExtent l="0" t="0" r="635" b="11430"/>
                <wp:wrapNone/>
                <wp:docPr id="8" name="docshapegroup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5445" cy="216535"/>
                          <a:chOff x="1731" y="-4"/>
                          <a:chExt cx="4607" cy="341"/>
                        </a:xfrm>
                      </wpg:grpSpPr>
                      <pic:pic xmlns:pic="http://schemas.openxmlformats.org/drawingml/2006/picture">
                        <pic:nvPicPr>
                          <pic:cNvPr id="6" name="docshape3" descr="https://static-interneturok.cdnvideo.ru/content/konspekt_image/125741/54e71d80_a8a7_0131_679d_12313c0dade2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31" y="-5"/>
                            <a:ext cx="1073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docshape4" descr="https://static-interneturok.cdnvideo.ru/content/konspekt_image/125744/58cfff10_a8a7_0131_67a0_12313c0dade2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492" y="50"/>
                            <a:ext cx="384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ocshapegroup2" o:spid="_x0000_s1026" o:spt="203" style="position:absolute;left:0pt;margin-left:86.55pt;margin-top:-0.2pt;height:17.05pt;width:230.35pt;mso-position-horizontal-relative:page;z-index:251660288;mso-width-relative:page;mso-height-relative:page;" coordorigin="1731,-4" coordsize="4607,341" o:gfxdata="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">
                <o:lock v:ext="edit" aspectratio="f"/>
                <v:shape id="docshape3" o:spid="_x0000_s1026" o:spt="75" alt="https://static-interneturok.cdnvideo.ru/content/konspekt_image/125741/54e71d80_a8a7_0131_679d_12313c0dade2.png" type="#_x0000_t75" style="position:absolute;left:1731;top:-5;height:285;width:1073;" filled="f" o:preferrelative="t" stroked="f" coordsize="21600,21600" o:gfxdata="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RvG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o:title=""/>
                  <o:lock v:ext="edit" aspectratio="t"/>
                </v:shape>
                <v:shape id="docshape4" o:spid="_x0000_s1026" o:spt="75" alt="https://static-interneturok.cdnvideo.ru/content/konspekt_image/125744/58cfff10_a8a7_0131_67a0_12313c0dade2.png" type="#_x0000_t75" style="position:absolute;left:2492;top:50;height:285;width:3845;" filled="f" o:preferrelative="t" stroked="f" coordsize="21600,21600" o:gfxdata="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gYJm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-возрастающая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функция: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чем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больше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х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,тем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больше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 у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ab/>
      </w:r>
      <w:r>
        <w:rPr>
          <w:rFonts w:hint="default" w:ascii="Times New Roman" w:hAnsi="Times New Roman" w:cs="Times New Roman"/>
          <w:color w:val="303030"/>
          <w:spacing w:val="-10"/>
          <w:sz w:val="28"/>
          <w:szCs w:val="28"/>
        </w:rPr>
        <w:t>.</w:t>
      </w:r>
    </w:p>
    <w:p w14:paraId="18B21598">
      <w:pPr>
        <w:pStyle w:val="6"/>
        <w:tabs>
          <w:tab w:val="left" w:pos="4776"/>
        </w:tabs>
        <w:spacing w:before="102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2051685</wp:posOffset>
            </wp:positionH>
            <wp:positionV relativeFrom="paragraph">
              <wp:posOffset>10160</wp:posOffset>
            </wp:positionV>
            <wp:extent cx="647065" cy="362585"/>
            <wp:effectExtent l="0" t="0" r="8255" b="3175"/>
            <wp:wrapNone/>
            <wp:docPr id="9" name="Image 10" descr="https://static-interneturok.cdnvideo.ru/content/konspekt_image/125745/59fd8c90_a8a7_0131_67a1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https://static-interneturok.cdnvideo.ru/content/konspekt_image/125745/59fd8c90_a8a7_0131_67a1_12313c0dade2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Значит,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ab/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.В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отличие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от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уравнений,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здесь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проверкой</w:t>
      </w:r>
    </w:p>
    <w:p w14:paraId="709F6773">
      <w:pPr>
        <w:pStyle w:val="6"/>
        <w:spacing w:before="156"/>
        <w:rPr>
          <w:rFonts w:hint="default" w:ascii="Times New Roman" w:hAnsi="Times New Roman" w:cs="Times New Roman"/>
          <w:sz w:val="28"/>
          <w:szCs w:val="28"/>
        </w:rPr>
      </w:pPr>
    </w:p>
    <w:p w14:paraId="70515B79">
      <w:pPr>
        <w:pStyle w:val="6"/>
        <w:tabs>
          <w:tab w:val="left" w:pos="6768"/>
        </w:tabs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Обойтись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удастся,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учитывать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4"/>
          <w:sz w:val="28"/>
          <w:szCs w:val="28"/>
        </w:rPr>
        <w:t>ОДЗ: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ab/>
      </w:r>
      <w:r>
        <w:rPr>
          <w:rFonts w:hint="default" w:ascii="Times New Roman" w:hAnsi="Times New Roman" w:cs="Times New Roman"/>
          <w:color w:val="303030"/>
          <w:spacing w:val="-10"/>
          <w:sz w:val="28"/>
          <w:szCs w:val="28"/>
        </w:rPr>
        <w:t>.</w:t>
      </w:r>
    </w:p>
    <w:p w14:paraId="507C4073">
      <w:pPr>
        <w:pStyle w:val="6"/>
        <w:spacing w:before="43"/>
        <w:rPr>
          <w:rFonts w:hint="default" w:ascii="Times New Roman" w:hAnsi="Times New Roman" w:cs="Times New Roman"/>
          <w:sz w:val="28"/>
          <w:szCs w:val="28"/>
        </w:rPr>
      </w:pPr>
    </w:p>
    <w:p w14:paraId="62BF4642">
      <w:pPr>
        <w:pStyle w:val="6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Объединяя,получаем: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1085850" cy="180975"/>
            <wp:effectExtent l="0" t="0" r="11430" b="1905"/>
            <wp:docPr id="24" name="Изображение 2" descr="https://static-interneturok.cdnvideo.ru/content/konspekt_image/125746/5b2f0cc0_a8a7_0131_67a2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 2" descr="https://static-interneturok.cdnvideo.ru/content/konspekt_image/125746/5b2f0cc0_a8a7_0131_67a2_12313c0dade2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10"/>
          <w:sz w:val="28"/>
          <w:szCs w:val="28"/>
        </w:rPr>
        <w:t>.</w:t>
      </w:r>
    </w:p>
    <w:p w14:paraId="03CA08D0">
      <w:pPr>
        <w:pStyle w:val="6"/>
        <w:spacing w:before="1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172720</wp:posOffset>
            </wp:positionV>
            <wp:extent cx="2830830" cy="336550"/>
            <wp:effectExtent l="0" t="0" r="3810" b="13970"/>
            <wp:wrapTopAndBottom/>
            <wp:docPr id="14" name="Image 12" descr="https://static-interneturok.cdnvideo.ru/content/konspekt_image/125747/5c8d0b30_a8a7_0131_67a3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2" descr="https://static-interneturok.cdnvideo.ru/content/konspekt_image/125747/5c8d0b30_a8a7_0131_67a3_12313c0dade2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083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C03D9E">
      <w:pPr>
        <w:pStyle w:val="6"/>
        <w:spacing w:before="84"/>
        <w:rPr>
          <w:rFonts w:hint="default" w:ascii="Times New Roman" w:hAnsi="Times New Roman" w:cs="Times New Roman"/>
          <w:sz w:val="28"/>
          <w:szCs w:val="28"/>
        </w:rPr>
      </w:pPr>
    </w:p>
    <w:p w14:paraId="3B843B68">
      <w:pPr>
        <w:pStyle w:val="6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647700" cy="180975"/>
            <wp:effectExtent l="0" t="0" r="7620" b="0"/>
            <wp:docPr id="25" name="Изображение 3" descr="https://static-interneturok.cdnvideo.ru/content/konspekt_image/125748/5dc6a6f0_a8a7_0131_67a4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3" descr="https://static-interneturok.cdnvideo.ru/content/konspekt_image/125748/5dc6a6f0_a8a7_0131_67a4_12313c0dade2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график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 xml:space="preserve">логарифмической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выглядит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 xml:space="preserve"> следующим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образом:</w:t>
      </w:r>
    </w:p>
    <w:p w14:paraId="7BB6A671">
      <w:pPr>
        <w:pStyle w:val="6"/>
        <w:spacing w:before="22"/>
        <w:rPr>
          <w:rFonts w:hint="default" w:ascii="Times New Roman" w:hAnsi="Times New Roman" w:cs="Times New Roman"/>
          <w:sz w:val="28"/>
          <w:szCs w:val="28"/>
        </w:rPr>
      </w:pPr>
    </w:p>
    <w:p w14:paraId="6A1EAB12">
      <w:pPr>
        <w:pStyle w:val="6"/>
        <w:spacing w:before="4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2945765</wp:posOffset>
            </wp:positionH>
            <wp:positionV relativeFrom="paragraph">
              <wp:posOffset>15240</wp:posOffset>
            </wp:positionV>
            <wp:extent cx="1776730" cy="1321435"/>
            <wp:effectExtent l="0" t="0" r="6350" b="4445"/>
            <wp:wrapTopAndBottom/>
            <wp:docPr id="15" name="Image 14" descr="https://static-interneturok.cdnvideo.ru/content/konspekt_image/125749/5f042420_a8a7_0131_67a5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4" descr="https://static-interneturok.cdnvideo.ru/content/konspekt_image/125749/5f042420_a8a7_0131_67a5_12313c0dade2.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8DD028">
      <w:pPr>
        <w:pStyle w:val="6"/>
        <w:ind w:left="486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635</wp:posOffset>
                </wp:positionV>
                <wp:extent cx="2990850" cy="415925"/>
                <wp:effectExtent l="635" t="0" r="10795" b="10160"/>
                <wp:wrapNone/>
                <wp:docPr id="5" name="docshapegroup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0" cy="415925"/>
                          <a:chOff x="1702" y="1"/>
                          <a:chExt cx="4710" cy="655"/>
                        </a:xfrm>
                      </wpg:grpSpPr>
                      <pic:pic xmlns:pic="http://schemas.openxmlformats.org/drawingml/2006/picture">
                        <pic:nvPicPr>
                          <pic:cNvPr id="1" name="docshape6" descr="https://static-interneturok.cdnvideo.ru/content/konspekt_image/125741/54e71d80_a8a7_0131_679d_12313c0dade2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731" y="0"/>
                            <a:ext cx="1073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docshape7" descr="https://static-interneturok.cdnvideo.ru/content/konspekt_image/125742/563e09b0_a8a7_0131_679e_12313c0dad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274" y="0"/>
                            <a:ext cx="136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docshape8" descr="https://static-interneturok.cdnvideo.ru/content/konspekt_image/125750/604914a0_a8a7_0131_67a6_12313c0dade2.pn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2492" y="328"/>
                            <a:ext cx="384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docshape9"/>
                        <wps:cNvSpPr txBox="1"/>
                        <wps:spPr>
                          <a:xfrm>
                            <a:off x="1701" y="0"/>
                            <a:ext cx="471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25521A">
                              <w:pPr>
                                <w:spacing w:before="95"/>
                                <w:ind w:left="116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MT" w:hAnsi="Arial MT" w:cs="Arial MT"/>
                                  <w:color w:val="303030"/>
                                </w:rPr>
                                <w:t>-</w:t>
                              </w:r>
                              <w:r>
                                <w:rPr>
                                  <w:color w:val="303030"/>
                                  <w:sz w:val="20"/>
                                  <w:szCs w:val="20"/>
                                </w:rPr>
                                <w:t>убывающая</w:t>
                              </w:r>
                              <w:r>
                                <w:rPr>
                                  <w:rFonts w:hint="default"/>
                                  <w:color w:val="303030"/>
                                  <w:sz w:val="20"/>
                                  <w:szCs w:val="20"/>
                                  <w:lang w:val="ru-RU"/>
                                </w:rPr>
                                <w:t xml:space="preserve">  </w:t>
                              </w:r>
                              <w:r>
                                <w:rPr>
                                  <w:color w:val="303030"/>
                                  <w:sz w:val="20"/>
                                  <w:szCs w:val="20"/>
                                </w:rPr>
                                <w:t>функция:</w:t>
                              </w:r>
                              <w:r>
                                <w:rPr>
                                  <w:rFonts w:hint="default"/>
                                  <w:color w:val="303030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color w:val="303030"/>
                                  <w:sz w:val="20"/>
                                  <w:szCs w:val="20"/>
                                </w:rPr>
                                <w:t>чем</w:t>
                              </w:r>
                              <w:r>
                                <w:rPr>
                                  <w:rFonts w:hint="default"/>
                                  <w:color w:val="303030"/>
                                  <w:sz w:val="20"/>
                                  <w:szCs w:val="20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color w:val="303030"/>
                                  <w:spacing w:val="-2"/>
                                  <w:sz w:val="20"/>
                                  <w:szCs w:val="20"/>
                                </w:rPr>
                                <w:t>больше</w:t>
                              </w:r>
                            </w:p>
                            <w:p w14:paraId="61635E3E">
                              <w:pPr>
                                <w:tabs>
                                  <w:tab w:val="left" w:pos="4634"/>
                                </w:tabs>
                                <w:spacing w:before="99"/>
                                <w:rPr>
                                  <w:rFonts w:ascii="Arial MT" w:hAnsi="Arial MT" w:cs="Arial M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03030"/>
                                  <w:spacing w:val="-2"/>
                                  <w:sz w:val="20"/>
                                  <w:szCs w:val="20"/>
                                </w:rPr>
                                <w:t>Значит,</w:t>
                              </w:r>
                              <w:r>
                                <w:rPr>
                                  <w:color w:val="30303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rial MT" w:hAnsi="Arial MT" w:cs="Arial MT"/>
                                  <w:color w:val="303030"/>
                                  <w:spacing w:val="-1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ocshapegroup5" o:spid="_x0000_s1026" o:spt="203" style="position:absolute;left:0pt;margin-left:85.1pt;margin-top:0.05pt;height:32.75pt;width:235.5pt;mso-position-horizontal-relative:page;z-index:251659264;mso-width-relative:page;mso-height-relative:page;" coordorigin="1702,1" coordsize="4710,655" o:gfxdata="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NydHYcYAAAApAgAAGQAAAGRycy9fcmVscy9lMm9Eb2MueG1sLnJlbHO9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N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">
                <o:lock v:ext="edit" aspectratio="f"/>
                <v:shape id="docshape6" o:spid="_x0000_s1026" o:spt="75" alt="https://static-interneturok.cdnvideo.ru/content/konspekt_image/125741/54e71d80_a8a7_0131_679d_12313c0dade2.png" type="#_x0000_t75" style="position:absolute;left:1731;top:0;height:285;width:1073;" filled="f" o:preferrelative="t" stroked="f" coordsize="21600,21600" o:gfxdata="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Et92+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8" o:title=""/>
                  <o:lock v:ext="edit" aspectratio="t"/>
                </v:shape>
                <v:shape id="docshape7" o:spid="_x0000_s1026" o:spt="75" alt="https://static-interneturok.cdnvideo.ru/content/konspekt_image/125742/563e09b0_a8a7_0131_679e_12313c0dade2.png" type="#_x0000_t75" style="position:absolute;left:6274;top:0;height:285;width:136;" filled="f" o:preferrelative="t" stroked="f" coordsize="21600,21600" o:gfxdata="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F1+G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" o:title=""/>
                  <o:lock v:ext="edit" aspectratio="t"/>
                </v:shape>
                <v:shape id="docshape8" o:spid="_x0000_s1026" o:spt="75" alt="https://static-interneturok.cdnvideo.ru/content/konspekt_image/125750/604914a0_a8a7_0131_67a6_12313c0dade2.png" type="#_x0000_t75" style="position:absolute;left:2492;top:328;height:285;width:3845;" filled="f" o:preferrelative="t" stroked="f" coordsize="21600,21600" o:gfxdata="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5w80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t"/>
                </v:shape>
                <v:shape id="docshape9" o:spid="_x0000_s1026" o:spt="202" type="#_x0000_t202" style="position:absolute;left:1701;top:0;height:655;width:4710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B25521A">
                        <w:pPr>
                          <w:spacing w:before="95"/>
                          <w:ind w:left="116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MT" w:hAnsi="Arial MT" w:cs="Arial MT"/>
                            <w:color w:val="303030"/>
                          </w:rPr>
                          <w:t>-</w:t>
                        </w:r>
                        <w:r>
                          <w:rPr>
                            <w:color w:val="303030"/>
                            <w:sz w:val="20"/>
                            <w:szCs w:val="20"/>
                          </w:rPr>
                          <w:t>убывающая</w:t>
                        </w:r>
                        <w:r>
                          <w:rPr>
                            <w:rFonts w:hint="default"/>
                            <w:color w:val="303030"/>
                            <w:sz w:val="20"/>
                            <w:szCs w:val="20"/>
                            <w:lang w:val="ru-RU"/>
                          </w:rPr>
                          <w:t xml:space="preserve">  </w:t>
                        </w:r>
                        <w:r>
                          <w:rPr>
                            <w:color w:val="303030"/>
                            <w:sz w:val="20"/>
                            <w:szCs w:val="20"/>
                          </w:rPr>
                          <w:t>функция:</w:t>
                        </w:r>
                        <w:r>
                          <w:rPr>
                            <w:rFonts w:hint="default"/>
                            <w:color w:val="303030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>
                          <w:rPr>
                            <w:color w:val="303030"/>
                            <w:sz w:val="20"/>
                            <w:szCs w:val="20"/>
                          </w:rPr>
                          <w:t>чем</w:t>
                        </w:r>
                        <w:r>
                          <w:rPr>
                            <w:rFonts w:hint="default"/>
                            <w:color w:val="303030"/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  <w:r>
                          <w:rPr>
                            <w:color w:val="303030"/>
                            <w:spacing w:val="-2"/>
                            <w:sz w:val="20"/>
                            <w:szCs w:val="20"/>
                          </w:rPr>
                          <w:t>больше</w:t>
                        </w:r>
                      </w:p>
                      <w:p w14:paraId="61635E3E">
                        <w:pPr>
                          <w:tabs>
                            <w:tab w:val="left" w:pos="4634"/>
                          </w:tabs>
                          <w:spacing w:before="99"/>
                          <w:rPr>
                            <w:rFonts w:ascii="Arial MT" w:hAnsi="Arial MT" w:cs="Arial MT"/>
                            <w:sz w:val="20"/>
                            <w:szCs w:val="20"/>
                          </w:rPr>
                        </w:pPr>
                        <w:r>
                          <w:rPr>
                            <w:color w:val="303030"/>
                            <w:spacing w:val="-2"/>
                            <w:sz w:val="20"/>
                            <w:szCs w:val="20"/>
                          </w:rPr>
                          <w:t>Значит,</w:t>
                        </w:r>
                        <w:r>
                          <w:rPr>
                            <w:color w:val="30303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MT" w:hAnsi="Arial MT" w:cs="Arial MT"/>
                            <w:color w:val="303030"/>
                            <w:spacing w:val="-1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,тем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меньше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pacing w:val="-20"/>
          <w:sz w:val="28"/>
          <w:szCs w:val="28"/>
          <w:lang w:eastAsia="ru-RU"/>
        </w:rPr>
        <w:drawing>
          <wp:inline distT="0" distB="0" distL="114300" distR="114300">
            <wp:extent cx="85725" cy="180975"/>
            <wp:effectExtent l="0" t="0" r="5715" b="1270"/>
            <wp:docPr id="26" name="Изображение 4" descr="https://static-interneturok.cdnvideo.ru/content/konspekt_image/125743/576e5290_a8a7_0131_679f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 4" descr="https://static-interneturok.cdnvideo.ru/content/konspekt_image/125743/576e5290_a8a7_0131_679f_12313c0dade2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10"/>
          <w:sz w:val="28"/>
          <w:szCs w:val="28"/>
        </w:rPr>
        <w:t>.</w:t>
      </w:r>
    </w:p>
    <w:p w14:paraId="3976C2CA">
      <w:pPr>
        <w:pStyle w:val="6"/>
        <w:rPr>
          <w:rFonts w:hint="default" w:ascii="Times New Roman" w:hAnsi="Times New Roman" w:cs="Times New Roman"/>
          <w:sz w:val="28"/>
          <w:szCs w:val="28"/>
        </w:rPr>
      </w:pPr>
    </w:p>
    <w:p w14:paraId="3BF019D3">
      <w:pPr>
        <w:pStyle w:val="6"/>
        <w:spacing w:before="140"/>
        <w:rPr>
          <w:rFonts w:hint="default" w:ascii="Times New Roman" w:hAnsi="Times New Roman" w:cs="Times New Roman"/>
          <w:sz w:val="28"/>
          <w:szCs w:val="28"/>
        </w:rPr>
      </w:pPr>
    </w:p>
    <w:p w14:paraId="7EEA27A3">
      <w:pPr>
        <w:pStyle w:val="6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ОДЗ:</w:t>
      </w:r>
      <w:r>
        <w:rPr>
          <w:rFonts w:hint="default" w:ascii="Times New Roman" w:hAnsi="Times New Roman" w:cs="Times New Roman"/>
          <w:color w:val="303030"/>
          <w:spacing w:val="-20"/>
          <w:sz w:val="28"/>
          <w:szCs w:val="28"/>
          <w:lang w:eastAsia="ru-RU"/>
        </w:rPr>
        <w:drawing>
          <wp:inline distT="0" distB="0" distL="114300" distR="114300">
            <wp:extent cx="638175" cy="361950"/>
            <wp:effectExtent l="0" t="0" r="1905" b="3810"/>
            <wp:docPr id="27" name="Изображение 5" descr="https://static-interneturok.cdnvideo.ru/content/konspekt_image/125745/59fd8c90_a8a7_0131_67a1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5" descr="https://static-interneturok.cdnvideo.ru/content/konspekt_image/125745/59fd8c90_a8a7_0131_67a1_12313c0dade2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10"/>
          <w:sz w:val="28"/>
          <w:szCs w:val="28"/>
        </w:rPr>
        <w:t>.</w:t>
      </w:r>
    </w:p>
    <w:p w14:paraId="055C8608">
      <w:pPr>
        <w:pStyle w:val="6"/>
        <w:spacing w:before="42"/>
        <w:rPr>
          <w:rFonts w:hint="default" w:ascii="Times New Roman" w:hAnsi="Times New Roman" w:cs="Times New Roman"/>
          <w:sz w:val="28"/>
          <w:szCs w:val="28"/>
        </w:rPr>
      </w:pPr>
    </w:p>
    <w:p w14:paraId="3FE347A1">
      <w:pPr>
        <w:pStyle w:val="6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Объединяя, получаем: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1114425" cy="180975"/>
            <wp:effectExtent l="0" t="0" r="13335" b="1905"/>
            <wp:docPr id="28" name="Изображение 6" descr="https://static-interneturok.cdnvideo.ru/content/konspekt_image/125751/618028c0_a8a7_0131_67a7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Изображение 6" descr="https://static-interneturok.cdnvideo.ru/content/konspekt_image/125751/618028c0_a8a7_0131_67a7_12313c0dade2.pn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09D53">
      <w:pPr>
        <w:pStyle w:val="6"/>
        <w:spacing w:before="45"/>
        <w:rPr>
          <w:rFonts w:hint="default" w:ascii="Times New Roman" w:hAnsi="Times New Roman" w:cs="Times New Roman"/>
          <w:sz w:val="28"/>
          <w:szCs w:val="28"/>
        </w:rPr>
      </w:pPr>
    </w:p>
    <w:p w14:paraId="6FDF43E5">
      <w:pPr>
        <w:ind w:left="17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inline distT="0" distB="0" distL="114300" distR="114300">
            <wp:extent cx="2828925" cy="333375"/>
            <wp:effectExtent l="0" t="0" r="5715" b="1905"/>
            <wp:docPr id="29" name="Изображение 7" descr="https://static-interneturok.cdnvideo.ru/content/konspekt_image/125752/62aeaac0_a8a7_0131_67a8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Изображение 7" descr="https://static-interneturok.cdnvideo.ru/content/konspekt_image/125752/62aeaac0_a8a7_0131_67a8_12313c0dade2.pn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303030"/>
          <w:spacing w:val="-10"/>
          <w:sz w:val="28"/>
          <w:szCs w:val="28"/>
        </w:rPr>
        <w:t>.</w:t>
      </w:r>
    </w:p>
    <w:p w14:paraId="734DA01E">
      <w:pPr>
        <w:pStyle w:val="6"/>
        <w:spacing w:before="129"/>
        <w:rPr>
          <w:rFonts w:hint="default" w:ascii="Times New Roman" w:hAnsi="Times New Roman" w:cs="Times New Roman"/>
          <w:sz w:val="28"/>
          <w:szCs w:val="28"/>
        </w:rPr>
      </w:pPr>
    </w:p>
    <w:p w14:paraId="73191175">
      <w:pPr>
        <w:pStyle w:val="2"/>
        <w:ind w:right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1" w:name="Проверка_ОДЗ_при_решении_логарифмических"/>
      <w:bookmarkEnd w:id="1"/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"https://interneturok.ru/lesson/algebra/11-klass/bzadachi-iz-egeb/urok-5-logarifmicheskie-neravenstva-sistemy-logarifmicheskih-neravenstv" \l "mediaplayer"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Проверка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ОДЗ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решении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логарифмических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неравенств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12B8A844">
      <w:pPr>
        <w:pStyle w:val="6"/>
        <w:spacing w:before="274" w:line="244" w:lineRule="auto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Лучше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всего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начинать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решение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неравенств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проверки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ОДЗ.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даже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первом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 xml:space="preserve">шаге решения можно получить выражение с измененной 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ОДЗ.</w:t>
      </w:r>
    </w:p>
    <w:p w14:paraId="7C3BA263">
      <w:pPr>
        <w:pStyle w:val="6"/>
        <w:spacing w:before="44"/>
        <w:rPr>
          <w:rFonts w:hint="default" w:ascii="Times New Roman" w:hAnsi="Times New Roman" w:cs="Times New Roman"/>
          <w:sz w:val="28"/>
          <w:szCs w:val="28"/>
        </w:rPr>
      </w:pPr>
    </w:p>
    <w:p w14:paraId="0149323E">
      <w:pPr>
        <w:pStyle w:val="6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pacing w:val="-2"/>
          <w:sz w:val="28"/>
          <w:szCs w:val="28"/>
        </w:rPr>
        <w:t>Например:</w:t>
      </w:r>
    </w:p>
    <w:p w14:paraId="6E373A62">
      <w:pPr>
        <w:pStyle w:val="6"/>
        <w:spacing w:before="2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173355</wp:posOffset>
            </wp:positionV>
            <wp:extent cx="1958340" cy="180975"/>
            <wp:effectExtent l="0" t="0" r="7620" b="1905"/>
            <wp:wrapTopAndBottom/>
            <wp:docPr id="16" name="Image 24" descr="https://static-interneturok.cdnvideo.ru/content/konspekt_image/125753/641afbe0_a8a7_0131_67a9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24" descr="https://static-interneturok.cdnvideo.ru/content/konspekt_image/125753/641afbe0_a8a7_0131_67a9_12313c0dade2.pn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05E09B">
      <w:pPr>
        <w:pStyle w:val="6"/>
        <w:spacing w:before="88"/>
        <w:rPr>
          <w:rFonts w:hint="default" w:ascii="Times New Roman" w:hAnsi="Times New Roman" w:cs="Times New Roman"/>
          <w:sz w:val="28"/>
          <w:szCs w:val="28"/>
        </w:rPr>
      </w:pPr>
    </w:p>
    <w:p w14:paraId="6FC2FCD2">
      <w:pPr>
        <w:pStyle w:val="6"/>
        <w:tabs>
          <w:tab w:val="left" w:pos="917"/>
        </w:tabs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pacing w:val="-4"/>
          <w:sz w:val="28"/>
          <w:szCs w:val="28"/>
        </w:rPr>
        <w:t>ОДЗ: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ab/>
      </w:r>
      <w:r>
        <w:rPr>
          <w:rFonts w:hint="default" w:ascii="Times New Roman" w:hAnsi="Times New Roman" w:cs="Times New Roman"/>
          <w:color w:val="303030"/>
          <w:sz w:val="28"/>
          <w:szCs w:val="28"/>
          <w:lang w:eastAsia="ru-RU"/>
        </w:rPr>
        <w:drawing>
          <wp:inline distT="0" distB="0" distL="114300" distR="114300">
            <wp:extent cx="685800" cy="304800"/>
            <wp:effectExtent l="0" t="0" r="0" b="0"/>
            <wp:docPr id="30" name="Изображение 8" descr="https://static-interneturok.cdnvideo.ru/content/konspekt_image/125754/654cafc0_a8a7_0131_67aa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 8" descr="https://static-interneturok.cdnvideo.ru/content/konspekt_image/125754/654cafc0_a8a7_0131_67aa_12313c0dade2.pn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8881C">
      <w:pPr>
        <w:pStyle w:val="6"/>
        <w:spacing w:before="2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1593215</wp:posOffset>
            </wp:positionH>
            <wp:positionV relativeFrom="paragraph">
              <wp:posOffset>172720</wp:posOffset>
            </wp:positionV>
            <wp:extent cx="543560" cy="301625"/>
            <wp:effectExtent l="0" t="0" r="5080" b="3175"/>
            <wp:wrapTopAndBottom/>
            <wp:docPr id="17" name="Image 26" descr="https://static-interneturok.cdnvideo.ru/content/konspekt_image/125755/66b23520_a8a7_0131_67ab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26" descr="https://static-interneturok.cdnvideo.ru/content/konspekt_image/125755/66b23520_a8a7_0131_67ab_12313c0dade2.png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1593215</wp:posOffset>
            </wp:positionH>
            <wp:positionV relativeFrom="paragraph">
              <wp:posOffset>674370</wp:posOffset>
            </wp:positionV>
            <wp:extent cx="370840" cy="180975"/>
            <wp:effectExtent l="0" t="0" r="10160" b="0"/>
            <wp:wrapTopAndBottom/>
            <wp:docPr id="18" name="Image 27" descr="https://static-interneturok.cdnvideo.ru/content/konspekt_image/125756/67edf580_a8a7_0131_67ac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27" descr="https://static-interneturok.cdnvideo.ru/content/konspekt_image/125756/67edf580_a8a7_0131_67ac_12313c0dade2.png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DF366C">
      <w:pPr>
        <w:pStyle w:val="6"/>
        <w:spacing w:before="63"/>
        <w:rPr>
          <w:rFonts w:hint="default" w:ascii="Times New Roman" w:hAnsi="Times New Roman" w:cs="Times New Roman"/>
          <w:sz w:val="28"/>
          <w:szCs w:val="28"/>
        </w:rPr>
      </w:pPr>
    </w:p>
    <w:p w14:paraId="63A17619">
      <w:pPr>
        <w:pStyle w:val="6"/>
        <w:spacing w:before="88"/>
        <w:rPr>
          <w:rFonts w:hint="default" w:ascii="Times New Roman" w:hAnsi="Times New Roman" w:cs="Times New Roman"/>
          <w:sz w:val="28"/>
          <w:szCs w:val="28"/>
        </w:rPr>
      </w:pPr>
    </w:p>
    <w:p w14:paraId="7F42912F">
      <w:pPr>
        <w:pStyle w:val="6"/>
        <w:spacing w:line="439" w:lineRule="auto"/>
        <w:ind w:left="142" w:right="406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после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преобразований: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1514475" cy="180975"/>
            <wp:effectExtent l="0" t="0" r="9525" b="1905"/>
            <wp:docPr id="31" name="Изображение 9" descr="https://static-interneturok.cdnvideo.ru/content/konspekt_image/125757/69234030_a8a7_0131_67ad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9" descr="https://static-interneturok.cdnvideo.ru/content/konspekt_image/125757/69234030_a8a7_0131_67ad_12313c0dade2.png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ОДЗ:</w:t>
      </w:r>
      <w:r>
        <w:rPr>
          <w:rFonts w:hint="default" w:ascii="Times New Roman" w:hAnsi="Times New Roman" w:cs="Times New Roman"/>
          <w:color w:val="303030"/>
          <w:spacing w:val="-20"/>
          <w:sz w:val="28"/>
          <w:szCs w:val="28"/>
          <w:lang w:eastAsia="ru-RU"/>
        </w:rPr>
        <w:drawing>
          <wp:inline distT="0" distB="0" distL="114300" distR="114300">
            <wp:extent cx="1228725" cy="180975"/>
            <wp:effectExtent l="0" t="0" r="5715" b="1905"/>
            <wp:docPr id="32" name="Изображение 10" descr="https://static-interneturok.cdnvideo.ru/content/konspekt_image/125758/6a8586c0_a8a7_0131_67ae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Изображение 10" descr="https://static-interneturok.cdnvideo.ru/content/konspekt_image/125758/6a8586c0_a8a7_0131_67ae_12313c0dade2.png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BECD5">
      <w:pPr>
        <w:pStyle w:val="6"/>
        <w:spacing w:line="439" w:lineRule="auto"/>
        <w:rPr>
          <w:rFonts w:hint="default" w:ascii="Times New Roman" w:hAnsi="Times New Roman" w:cs="Times New Roman"/>
          <w:sz w:val="28"/>
          <w:szCs w:val="28"/>
        </w:rPr>
      </w:pPr>
    </w:p>
    <w:p w14:paraId="5DA95224">
      <w:pPr>
        <w:pStyle w:val="6"/>
        <w:ind w:left="23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inline distT="0" distB="0" distL="114300" distR="114300">
            <wp:extent cx="2409825" cy="504825"/>
            <wp:effectExtent l="0" t="0" r="13335" b="0"/>
            <wp:docPr id="33" name="Изображение 11" descr="https://static-interneturok.cdnvideo.ru/content/konspekt_image/125759/6bd297d0_a8a7_0131_67af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Изображение 11" descr="https://static-interneturok.cdnvideo.ru/content/konspekt_image/125759/6bd297d0_a8a7_0131_67af_12313c0dade2.png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BC6A1">
      <w:pPr>
        <w:pStyle w:val="6"/>
        <w:spacing w:before="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1134745</wp:posOffset>
            </wp:positionH>
            <wp:positionV relativeFrom="paragraph">
              <wp:posOffset>172085</wp:posOffset>
            </wp:positionV>
            <wp:extent cx="1587500" cy="180975"/>
            <wp:effectExtent l="0" t="0" r="12700" b="1905"/>
            <wp:wrapTopAndBottom/>
            <wp:docPr id="19" name="Image 31" descr="https://static-interneturok.cdnvideo.ru/content/konspekt_image/125760/6d05a8a0_a8a7_0131_67b0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31" descr="https://static-interneturok.cdnvideo.ru/content/konspekt_image/125760/6d05a8a0_a8a7_0131_67b0_12313c0dade2.png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465DBD">
      <w:pPr>
        <w:pStyle w:val="2"/>
        <w:spacing w:before="47"/>
        <w:ind w:left="686"/>
        <w:rPr>
          <w:rFonts w:hint="default" w:ascii="Times New Roman" w:hAnsi="Times New Roman" w:cs="Times New Roman"/>
          <w:sz w:val="28"/>
          <w:szCs w:val="28"/>
        </w:rPr>
      </w:pPr>
      <w:bookmarkStart w:id="2" w:name="Как_быстро_определить_знак_логарифма"/>
      <w:bookmarkEnd w:id="2"/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"https://interneturok.ru/lesson/algebra/11-klass/bzadachi-iz-egeb/urok-5-logarifmicheskie-neravenstva-sistemy-logarifmicheskih-neravenstv" \l "mediaplayer"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быстро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определить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знак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логарифма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6B03DAE1">
      <w:pPr>
        <w:pStyle w:val="6"/>
        <w:spacing w:before="276" w:line="532" w:lineRule="auto"/>
        <w:ind w:left="142" w:right="1118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1762125</wp:posOffset>
            </wp:positionH>
            <wp:positionV relativeFrom="paragraph">
              <wp:posOffset>849630</wp:posOffset>
            </wp:positionV>
            <wp:extent cx="3215005" cy="287020"/>
            <wp:effectExtent l="0" t="0" r="635" b="2540"/>
            <wp:wrapNone/>
            <wp:docPr id="10" name="Image 32" descr="https://static-interneturok.cdnvideo.ru/content/static_image/325733/884f0145b87f85464851d11f55fef0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32" descr="https://static-interneturok.cdnvideo.ru/content/static_image/325733/884f0145b87f85464851d11f55fef0ca.png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1500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Рассмотрим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такой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полезный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факт: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быстро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определить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знак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логарифма? Рассмотрим два случая: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</w:p>
    <w:p w14:paraId="517662E9">
      <w:pPr>
        <w:pStyle w:val="6"/>
        <w:spacing w:before="27"/>
        <w:rPr>
          <w:rFonts w:hint="default" w:ascii="Times New Roman" w:hAnsi="Times New Roman" w:cs="Times New Roman"/>
          <w:sz w:val="28"/>
          <w:szCs w:val="28"/>
        </w:rPr>
      </w:pPr>
    </w:p>
    <w:p w14:paraId="2ACBDD93">
      <w:pPr>
        <w:pStyle w:val="6"/>
        <w:spacing w:before="1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303030"/>
          <w:sz w:val="28"/>
          <w:szCs w:val="28"/>
        </w:rPr>
        <w:t>1)</w:t>
      </w:r>
      <w:r>
        <w:rPr>
          <w:rFonts w:hint="default" w:ascii="Times New Roman" w:hAnsi="Times New Roman" w:cs="Times New Roman"/>
          <w:color w:val="303030"/>
          <w:spacing w:val="-26"/>
          <w:sz w:val="28"/>
          <w:szCs w:val="28"/>
          <w:lang w:eastAsia="ru-RU"/>
        </w:rPr>
        <w:drawing>
          <wp:inline distT="0" distB="0" distL="114300" distR="114300">
            <wp:extent cx="371475" cy="180975"/>
            <wp:effectExtent l="0" t="0" r="9525" b="0"/>
            <wp:docPr id="34" name="Изображение 12" descr="https://static-interneturok.cdnvideo.ru/content/konspekt_image/125737/5272fc20_a8a7_0131_6799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 12" descr="https://static-interneturok.cdnvideo.ru/content/konspekt_image/125737/5272fc20_a8a7_0131_6799_12313c0dade2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303030"/>
          <w:spacing w:val="-10"/>
          <w:sz w:val="28"/>
          <w:szCs w:val="28"/>
        </w:rPr>
        <w:t>:</w:t>
      </w:r>
    </w:p>
    <w:p w14:paraId="5AE5EB05">
      <w:pPr>
        <w:pStyle w:val="6"/>
        <w:spacing w:before="41"/>
        <w:rPr>
          <w:rFonts w:hint="default" w:ascii="Times New Roman" w:hAnsi="Times New Roman" w:cs="Times New Roman"/>
          <w:sz w:val="28"/>
          <w:szCs w:val="28"/>
        </w:rPr>
      </w:pPr>
    </w:p>
    <w:p w14:paraId="56D355BB">
      <w:pPr>
        <w:pStyle w:val="6"/>
        <w:spacing w:before="1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303030"/>
          <w:sz w:val="28"/>
          <w:szCs w:val="28"/>
        </w:rPr>
        <w:t>2)</w:t>
      </w:r>
      <w:r>
        <w:rPr>
          <w:rFonts w:hint="default" w:ascii="Times New Roman" w:hAnsi="Times New Roman" w:cs="Times New Roman"/>
          <w:color w:val="303030"/>
          <w:spacing w:val="-26"/>
          <w:sz w:val="28"/>
          <w:szCs w:val="28"/>
          <w:lang w:eastAsia="ru-RU"/>
        </w:rPr>
        <w:drawing>
          <wp:inline distT="0" distB="0" distL="114300" distR="114300">
            <wp:extent cx="647700" cy="180975"/>
            <wp:effectExtent l="0" t="0" r="7620" b="0"/>
            <wp:docPr id="35" name="Изображение 13" descr="https://static-interneturok.cdnvideo.ru/content/konspekt_image/125748/5dc6a6f0_a8a7_0131_67a4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Изображение 13" descr="https://static-interneturok.cdnvideo.ru/content/konspekt_image/125748/5dc6a6f0_a8a7_0131_67a4_12313c0dade2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303030"/>
          <w:sz w:val="28"/>
          <w:szCs w:val="28"/>
        </w:rPr>
        <w:t>:</w:t>
      </w:r>
      <w:r>
        <w:rPr>
          <w:rFonts w:hint="default" w:ascii="Times New Roman" w:hAnsi="Times New Roman" w:cs="Times New Roman"/>
          <w:color w:val="303030"/>
          <w:spacing w:val="-24"/>
          <w:sz w:val="28"/>
          <w:szCs w:val="28"/>
          <w:lang w:eastAsia="ru-RU"/>
        </w:rPr>
        <w:drawing>
          <wp:inline distT="0" distB="0" distL="114300" distR="114300">
            <wp:extent cx="3457575" cy="314325"/>
            <wp:effectExtent l="0" t="0" r="1905" b="5715"/>
            <wp:docPr id="36" name="Изображение 14" descr="https://static-interneturok.cdnvideo.ru/content/konspekt_image/125762/6f8849d0_a8a7_0131_67b2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Изображение 14" descr="https://static-interneturok.cdnvideo.ru/content/konspekt_image/125762/6f8849d0_a8a7_0131_67b2_12313c0dade2.png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88D63">
      <w:pPr>
        <w:pStyle w:val="6"/>
        <w:spacing w:before="41"/>
        <w:rPr>
          <w:rFonts w:hint="default" w:ascii="Times New Roman" w:hAnsi="Times New Roman" w:cs="Times New Roman"/>
          <w:sz w:val="28"/>
          <w:szCs w:val="28"/>
        </w:rPr>
      </w:pPr>
    </w:p>
    <w:p w14:paraId="77C9001B">
      <w:pPr>
        <w:pStyle w:val="6"/>
        <w:spacing w:before="1" w:line="242" w:lineRule="auto"/>
        <w:ind w:left="197" w:hanging="5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Таким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color w:val="303030"/>
          <w:spacing w:val="-21"/>
          <w:sz w:val="28"/>
          <w:szCs w:val="28"/>
          <w:lang w:eastAsia="ru-RU"/>
        </w:rPr>
        <w:drawing>
          <wp:inline distT="0" distB="0" distL="114300" distR="114300">
            <wp:extent cx="676275" cy="180975"/>
            <wp:effectExtent l="0" t="0" r="9525" b="1905"/>
            <wp:docPr id="37" name="Изображение 15" descr="https://static-interneturok.cdnvideo.ru/content/konspekt_image/125763/70b4f850_a8a7_0131_67b3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Изображение 15" descr="https://static-interneturok.cdnvideo.ru/content/konspekt_image/125763/70b4f850_a8a7_0131_67b3_12313c0dade2.png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если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85725" cy="180975"/>
            <wp:effectExtent l="0" t="0" r="5715" b="0"/>
            <wp:docPr id="38" name="Изображение 16" descr="https://static-interneturok.cdnvideo.ru/content/konspekt_image/125764/7214d490_a8a7_0131_67b4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Изображение 16" descr="https://static-interneturok.cdnvideo.ru/content/konspekt_image/125764/7214d490_a8a7_0131_67b4_12313c0dade2.png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eastAsia="ru-RU"/>
        </w:rPr>
        <w:drawing>
          <wp:inline distT="0" distB="0" distL="114300" distR="114300">
            <wp:extent cx="85725" cy="180975"/>
            <wp:effectExtent l="0" t="0" r="5715" b="0"/>
            <wp:docPr id="39" name="Изображение 17" descr="https://static-interneturok.cdnvideo.ru/content/konspekt_image/125765/73506220_a8a7_0131_67b5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Изображение 17" descr="https://static-interneturok.cdnvideo.ru/content/konspekt_image/125765/73506220_a8a7_0131_67b5_12313c0dade2.png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19"/>
          <w:sz w:val="28"/>
          <w:szCs w:val="28"/>
          <w:lang w:val="en-US" w:eastAsia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лежат по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одну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сторону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от 1,и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pacing w:val="-17"/>
          <w:sz w:val="28"/>
          <w:szCs w:val="28"/>
          <w:lang w:eastAsia="ru-RU"/>
        </w:rPr>
        <w:drawing>
          <wp:inline distT="0" distB="0" distL="114300" distR="114300">
            <wp:extent cx="676275" cy="180975"/>
            <wp:effectExtent l="0" t="0" r="9525" b="1905"/>
            <wp:docPr id="40" name="Изображение 18" descr="https://static-interneturok.cdnvideo.ru/content/konspekt_image/125766/75ab8c60_a8a7_0131_67b6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Изображение 18" descr="https://static-interneturok.cdnvideo.ru/content/konspekt_image/125766/75ab8c60_a8a7_0131_67b6_12313c0dade2.png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если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pacing w:val="-17"/>
          <w:sz w:val="28"/>
          <w:szCs w:val="28"/>
          <w:lang w:eastAsia="ru-RU"/>
        </w:rPr>
        <w:drawing>
          <wp:inline distT="0" distB="0" distL="114300" distR="114300">
            <wp:extent cx="85725" cy="180975"/>
            <wp:effectExtent l="0" t="0" r="5715" b="0"/>
            <wp:docPr id="41" name="Изображение 19" descr="https://static-interneturok.cdnvideo.ru/content/konspekt_image/125764/7214d490_a8a7_0131_67b4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Изображение 19" descr="https://static-interneturok.cdnvideo.ru/content/konspekt_image/125764/7214d490_a8a7_0131_67b4_12313c0dade2.png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303030"/>
          <w:spacing w:val="-17"/>
          <w:sz w:val="28"/>
          <w:szCs w:val="28"/>
          <w:lang w:eastAsia="ru-RU"/>
        </w:rPr>
        <w:drawing>
          <wp:inline distT="0" distB="0" distL="114300" distR="114300">
            <wp:extent cx="85725" cy="180975"/>
            <wp:effectExtent l="0" t="0" r="5715" b="0"/>
            <wp:docPr id="42" name="Изображение 20" descr="https://static-interneturok.cdnvideo.ru/content/konspekt_image/125765/73506220_a8a7_0131_67b5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Изображение 20" descr="https://static-interneturok.cdnvideo.ru/content/konspekt_image/125765/73506220_a8a7_0131_67b5_12313c0dade2.png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303030"/>
          <w:spacing w:val="-17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>лежат по разные стороны от 1.</w:t>
      </w:r>
    </w:p>
    <w:p w14:paraId="59C55569">
      <w:pPr>
        <w:pStyle w:val="2"/>
        <w:spacing w:before="3"/>
        <w:ind w:left="689"/>
        <w:rPr>
          <w:rFonts w:hint="default" w:ascii="Times New Roman" w:hAnsi="Times New Roman" w:cs="Times New Roman"/>
          <w:sz w:val="28"/>
          <w:szCs w:val="28"/>
        </w:rPr>
      </w:pPr>
      <w:bookmarkStart w:id="3" w:name="Основные_виды_логарифмических_неравенств"/>
      <w:bookmarkEnd w:id="3"/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"https://interneturok.ru/lesson/algebra/11-klass/bzadachi-iz-egeb/urok-5-logarifmicheskie-neravenstva-sistemy-logarifmicheskih-neravenstv" \l "mediaplayer"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346BA2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color w:val="346BA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z w:val="28"/>
          <w:szCs w:val="28"/>
        </w:rPr>
        <w:t>виды</w:t>
      </w:r>
      <w:r>
        <w:rPr>
          <w:rFonts w:hint="default" w:ascii="Times New Roman" w:hAnsi="Times New Roman" w:cs="Times New Roman"/>
          <w:color w:val="346BA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z w:val="28"/>
          <w:szCs w:val="28"/>
        </w:rPr>
        <w:t>логарифмических</w:t>
      </w:r>
      <w:r>
        <w:rPr>
          <w:rFonts w:hint="default" w:ascii="Times New Roman" w:hAnsi="Times New Roman" w:cs="Times New Roman"/>
          <w:color w:val="346BA2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46BA2"/>
          <w:spacing w:val="-2"/>
          <w:sz w:val="28"/>
          <w:szCs w:val="28"/>
        </w:rPr>
        <w:t>неравенств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107FF4CC">
      <w:pPr>
        <w:pStyle w:val="10"/>
        <w:numPr>
          <w:ilvl w:val="0"/>
          <w:numId w:val="2"/>
        </w:numPr>
        <w:tabs>
          <w:tab w:val="left" w:pos="373"/>
        </w:tabs>
        <w:spacing w:before="273"/>
        <w:ind w:left="373" w:hanging="23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 xml:space="preserve">Простейшие </w:t>
      </w:r>
      <w:r>
        <w:rPr>
          <w:rFonts w:hint="default" w:ascii="Times New Roman" w:hAnsi="Times New Roman" w:cs="Times New Roman"/>
          <w:color w:val="303030"/>
          <w:spacing w:val="4"/>
          <w:sz w:val="28"/>
          <w:szCs w:val="28"/>
          <w:lang w:eastAsia="ru-RU"/>
        </w:rPr>
        <w:drawing>
          <wp:inline distT="0" distB="0" distL="114300" distR="114300">
            <wp:extent cx="904875" cy="180975"/>
            <wp:effectExtent l="0" t="0" r="9525" b="1905"/>
            <wp:docPr id="43" name="Изображение 21" descr="https://static-interneturok.cdnvideo.ru/content/konspekt_image/125767/77b72d70_a8a7_0131_67b7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Изображение 21" descr="https://static-interneturok.cdnvideo.ru/content/konspekt_image/125767/77b72d70_a8a7_0131_67b7_12313c0dade2.png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53421">
      <w:pPr>
        <w:pStyle w:val="6"/>
        <w:spacing w:before="46"/>
        <w:rPr>
          <w:rFonts w:hint="default" w:ascii="Times New Roman" w:hAnsi="Times New Roman" w:cs="Times New Roman"/>
          <w:sz w:val="28"/>
          <w:szCs w:val="28"/>
        </w:rPr>
      </w:pPr>
    </w:p>
    <w:p w14:paraId="095F799B">
      <w:pPr>
        <w:pStyle w:val="10"/>
        <w:numPr>
          <w:ilvl w:val="0"/>
          <w:numId w:val="2"/>
        </w:numPr>
        <w:tabs>
          <w:tab w:val="left" w:pos="373"/>
        </w:tabs>
        <w:spacing w:before="0"/>
        <w:ind w:left="373" w:hanging="23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Сводящиеся к</w:t>
      </w:r>
      <w:r>
        <w:rPr>
          <w:rFonts w:hint="default" w:ascii="Times New Roman" w:hAnsi="Times New Roman" w:cs="Times New Roman"/>
          <w:color w:val="30303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303030"/>
          <w:sz w:val="28"/>
          <w:szCs w:val="28"/>
        </w:rPr>
        <w:t xml:space="preserve">простейшим </w:t>
      </w:r>
      <w:r>
        <w:rPr>
          <w:rFonts w:hint="default" w:ascii="Times New Roman" w:hAnsi="Times New Roman" w:cs="Times New Roman"/>
          <w:color w:val="303030"/>
          <w:spacing w:val="4"/>
          <w:sz w:val="28"/>
          <w:szCs w:val="28"/>
          <w:lang w:eastAsia="ru-RU"/>
        </w:rPr>
        <w:drawing>
          <wp:inline distT="0" distB="0" distL="114300" distR="114300">
            <wp:extent cx="1914525" cy="333375"/>
            <wp:effectExtent l="0" t="0" r="5715" b="1905"/>
            <wp:docPr id="44" name="Изображение 22" descr="https://static-interneturok.cdnvideo.ru/content/konspekt_image/125768/79a8a180_a8a7_0131_67b8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Изображение 22" descr="https://static-interneturok.cdnvideo.ru/content/konspekt_image/125768/79a8a180_a8a7_0131_67b8_12313c0dade2.png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33FDE">
      <w:pPr>
        <w:pStyle w:val="6"/>
        <w:spacing w:before="46"/>
        <w:rPr>
          <w:rFonts w:hint="default" w:ascii="Times New Roman" w:hAnsi="Times New Roman" w:cs="Times New Roman"/>
          <w:sz w:val="28"/>
          <w:szCs w:val="28"/>
        </w:rPr>
      </w:pPr>
    </w:p>
    <w:p w14:paraId="7FD47644">
      <w:pPr>
        <w:pStyle w:val="10"/>
        <w:numPr>
          <w:ilvl w:val="0"/>
          <w:numId w:val="2"/>
        </w:numPr>
        <w:tabs>
          <w:tab w:val="left" w:pos="373"/>
        </w:tabs>
        <w:ind w:left="373" w:hanging="23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С использованием свойств логарифмов</w:t>
      </w:r>
      <w:r>
        <w:rPr>
          <w:rFonts w:hint="default" w:ascii="Times New Roman" w:hAnsi="Times New Roman" w:cs="Times New Roman"/>
          <w:color w:val="303030"/>
          <w:spacing w:val="-20"/>
          <w:sz w:val="28"/>
          <w:szCs w:val="28"/>
          <w:lang w:eastAsia="ru-RU"/>
        </w:rPr>
        <w:drawing>
          <wp:inline distT="0" distB="0" distL="114300" distR="114300">
            <wp:extent cx="2095500" cy="180975"/>
            <wp:effectExtent l="0" t="0" r="7620" b="1905"/>
            <wp:docPr id="45" name="Изображение 23" descr="https://static-interneturok.cdnvideo.ru/content/konspekt_image/125769/7b9837f0_a8a7_0131_67b9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Изображение 23" descr="https://static-interneturok.cdnvideo.ru/content/konspekt_image/125769/7b9837f0_a8a7_0131_67b9_12313c0dade2.png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29A4A">
      <w:pPr>
        <w:pStyle w:val="6"/>
        <w:spacing w:before="45"/>
        <w:rPr>
          <w:rFonts w:hint="default" w:ascii="Times New Roman" w:hAnsi="Times New Roman" w:cs="Times New Roman"/>
          <w:sz w:val="28"/>
          <w:szCs w:val="28"/>
        </w:rPr>
      </w:pPr>
    </w:p>
    <w:p w14:paraId="572881B9">
      <w:pPr>
        <w:pStyle w:val="10"/>
        <w:numPr>
          <w:ilvl w:val="0"/>
          <w:numId w:val="2"/>
        </w:numPr>
        <w:tabs>
          <w:tab w:val="left" w:pos="373"/>
        </w:tabs>
        <w:ind w:left="373" w:hanging="23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С заменой</w:t>
      </w:r>
      <w:r>
        <w:rPr>
          <w:rFonts w:hint="default" w:ascii="Times New Roman" w:hAnsi="Times New Roman" w:cs="Times New Roman"/>
          <w:color w:val="303030"/>
          <w:spacing w:val="-21"/>
          <w:sz w:val="28"/>
          <w:szCs w:val="28"/>
          <w:lang w:eastAsia="ru-RU"/>
        </w:rPr>
        <w:drawing>
          <wp:inline distT="0" distB="0" distL="114300" distR="114300">
            <wp:extent cx="1628775" cy="180975"/>
            <wp:effectExtent l="0" t="0" r="1905" b="1905"/>
            <wp:docPr id="46" name="Изображение 24" descr="https://static-interneturok.cdnvideo.ru/content/konspekt_image/125770/7d63c700_a8a7_0131_67ba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Изображение 24" descr="https://static-interneturok.cdnvideo.ru/content/konspekt_image/125770/7d63c700_a8a7_0131_67ba_12313c0dade2.png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DC4DA">
      <w:pPr>
        <w:pStyle w:val="6"/>
        <w:spacing w:before="45"/>
        <w:rPr>
          <w:rFonts w:hint="default" w:ascii="Times New Roman" w:hAnsi="Times New Roman" w:cs="Times New Roman"/>
          <w:sz w:val="28"/>
          <w:szCs w:val="28"/>
        </w:rPr>
      </w:pPr>
    </w:p>
    <w:p w14:paraId="4632ED4C">
      <w:pPr>
        <w:pStyle w:val="10"/>
        <w:numPr>
          <w:ilvl w:val="0"/>
          <w:numId w:val="2"/>
        </w:numPr>
        <w:tabs>
          <w:tab w:val="left" w:pos="373"/>
        </w:tabs>
        <w:ind w:left="373" w:hanging="23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303030"/>
          <w:sz w:val="28"/>
          <w:szCs w:val="28"/>
        </w:rPr>
        <w:t>С переменной в основании</w:t>
      </w:r>
      <w:r>
        <w:rPr>
          <w:rFonts w:hint="default" w:ascii="Times New Roman" w:hAnsi="Times New Roman" w:cs="Times New Roman"/>
          <w:color w:val="303030"/>
          <w:spacing w:val="-20"/>
          <w:sz w:val="28"/>
          <w:szCs w:val="28"/>
          <w:lang w:eastAsia="ru-RU"/>
        </w:rPr>
        <w:drawing>
          <wp:inline distT="0" distB="0" distL="114300" distR="114300">
            <wp:extent cx="800100" cy="180975"/>
            <wp:effectExtent l="0" t="0" r="7620" b="1905"/>
            <wp:docPr id="47" name="Изображение 25" descr="https://static-interneturok.cdnvideo.ru/content/konspekt_image/125771/7f1e5260_a8a7_0131_67bb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Изображение 25" descr="https://static-interneturok.cdnvideo.ru/content/konspekt_image/125771/7f1e5260_a8a7_0131_67bb_12313c0dade2.png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DC37C">
      <w:pPr>
        <w:pStyle w:val="6"/>
        <w:spacing w:before="55"/>
        <w:rPr>
          <w:rFonts w:hint="default" w:ascii="Times New Roman" w:hAnsi="Times New Roman" w:cs="Times New Roman"/>
          <w:sz w:val="28"/>
          <w:szCs w:val="28"/>
        </w:rPr>
      </w:pPr>
    </w:p>
    <w:p w14:paraId="3DE51717">
      <w:pPr>
        <w:pStyle w:val="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Пример</w:t>
      </w:r>
      <w:r>
        <w:rPr>
          <w:rFonts w:hint="default" w:ascii="Times New Roman" w:hAnsi="Times New Roman" w:cs="Times New Roman"/>
          <w:color w:val="1D1D1B"/>
          <w:spacing w:val="-5"/>
          <w:sz w:val="28"/>
          <w:szCs w:val="28"/>
        </w:rPr>
        <w:t>1.</w:t>
      </w:r>
    </w:p>
    <w:p w14:paraId="20F64B5D">
      <w:pPr>
        <w:spacing w:before="309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Решить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неравенство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 </w:t>
      </w:r>
      <w:r>
        <w:rPr>
          <w:rFonts w:hint="default" w:ascii="Times New Roman" w:hAnsi="Times New Roman" w:cs="Times New Roman"/>
          <w:color w:val="1D1D1B"/>
          <w:spacing w:val="-43"/>
          <w:position w:val="1"/>
          <w:sz w:val="28"/>
          <w:szCs w:val="28"/>
          <w:lang w:eastAsia="ru-RU"/>
        </w:rPr>
        <w:drawing>
          <wp:inline distT="0" distB="0" distL="114300" distR="114300">
            <wp:extent cx="1914525" cy="142875"/>
            <wp:effectExtent l="0" t="0" r="5715" b="9525"/>
            <wp:docPr id="48" name="Изображение 26" descr="https://resh.edu.ru/uploads/lesson_extract/3852/20190729093557/OEBPS/objects/c_matan_10_28_1/f8afbe07-f7dd-47f1-a398-56b8e694b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Изображение 26" descr="https://resh.edu.ru/uploads/lesson_extract/3852/20190729093557/OEBPS/objects/c_matan_10_28_1/f8afbe07-f7dd-47f1-a398-56b8e694b121.png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1D1D1B"/>
          <w:spacing w:val="-10"/>
          <w:sz w:val="28"/>
          <w:szCs w:val="28"/>
        </w:rPr>
        <w:t>.</w:t>
      </w:r>
    </w:p>
    <w:p w14:paraId="5C4DF889">
      <w:pPr>
        <w:spacing w:before="287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pacing w:val="-2"/>
          <w:sz w:val="28"/>
          <w:szCs w:val="28"/>
        </w:rPr>
        <w:t>Решение:</w:t>
      </w:r>
    </w:p>
    <w:p w14:paraId="4366DC52">
      <w:pPr>
        <w:spacing w:before="284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Основание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логарифма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3&gt;1,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значит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используем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1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pacing w:val="-2"/>
          <w:sz w:val="28"/>
          <w:szCs w:val="28"/>
        </w:rPr>
        <w:t>схему.</w:t>
      </w:r>
    </w:p>
    <w:p w14:paraId="5D6E2E15">
      <w:pPr>
        <w:pStyle w:val="6"/>
        <w:spacing w:before="4"/>
        <w:rPr>
          <w:rFonts w:hint="default" w:ascii="Times New Roman" w:hAnsi="Times New Roman" w:cs="Times New Roman"/>
          <w:sz w:val="28"/>
          <w:szCs w:val="28"/>
        </w:rPr>
      </w:pPr>
    </w:p>
    <w:p w14:paraId="11DFE145">
      <w:pPr>
        <w:ind w:left="17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position w:val="3"/>
          <w:sz w:val="28"/>
          <w:szCs w:val="28"/>
          <w:lang w:eastAsia="ru-RU"/>
        </w:rPr>
        <w:drawing>
          <wp:inline distT="0" distB="0" distL="114300" distR="114300">
            <wp:extent cx="1123950" cy="447675"/>
            <wp:effectExtent l="0" t="0" r="3810" b="9525"/>
            <wp:docPr id="49" name="Изображение 27" descr="https://resh.edu.ru/uploads/lesson_extract/3852/20190729093557/OEBPS/objects/c_matan_10_28_1/d0370ebd-e18e-4134-8c5e-753e1fef56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Изображение 27" descr="https://resh.edu.ru/uploads/lesson_extract/3852/20190729093557/OEBPS/objects/c_matan_10_28_1/d0370ebd-e18e-4134-8c5e-753e1fef5650.png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z w:val="28"/>
          <w:szCs w:val="28"/>
        </w:rPr>
        <w:t>;</w:t>
      </w:r>
      <w:r>
        <w:rPr>
          <w:rFonts w:hint="default" w:ascii="Times New Roman" w:hAnsi="Times New Roman" w:cs="Times New Roman"/>
          <w:color w:val="1D1D1B"/>
          <w:spacing w:val="29"/>
          <w:position w:val="3"/>
          <w:sz w:val="28"/>
          <w:szCs w:val="28"/>
          <w:lang w:eastAsia="ru-RU"/>
        </w:rPr>
        <w:drawing>
          <wp:inline distT="0" distB="0" distL="114300" distR="114300">
            <wp:extent cx="514350" cy="447675"/>
            <wp:effectExtent l="0" t="0" r="3810" b="9525"/>
            <wp:docPr id="50" name="Изображение 28" descr="https://resh.edu.ru/uploads/lesson_extract/3852/20190729093557/OEBPS/objects/c_matan_10_28_1/0e772a84-e251-41fa-8f73-412340e6da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Изображение 28" descr="https://resh.edu.ru/uploads/lesson_extract/3852/20190729093557/OEBPS/objects/c_matan_10_28_1/0e772a84-e251-41fa-8f73-412340e6da66.png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z w:val="28"/>
          <w:szCs w:val="28"/>
        </w:rPr>
        <w:t>;</w:t>
      </w:r>
      <w:r>
        <w:rPr>
          <w:rFonts w:hint="default" w:ascii="Times New Roman" w:hAnsi="Times New Roman" w:cs="Times New Roman"/>
          <w:color w:val="1D1D1B"/>
          <w:spacing w:val="28"/>
          <w:position w:val="8"/>
          <w:sz w:val="28"/>
          <w:szCs w:val="28"/>
          <w:lang w:eastAsia="ru-RU"/>
        </w:rPr>
        <w:drawing>
          <wp:inline distT="0" distB="0" distL="114300" distR="114300">
            <wp:extent cx="733425" cy="95250"/>
            <wp:effectExtent l="0" t="0" r="13335" b="11430"/>
            <wp:docPr id="51" name="Изображение 29" descr="https://resh.edu.ru/uploads/lesson_extract/3852/20190729093557/OEBPS/objects/c_matan_10_28_1/6150c903-bef5-4235-a93d-db945ab7ff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Изображение 29" descr="https://resh.edu.ru/uploads/lesson_extract/3852/20190729093557/OEBPS/objects/c_matan_10_28_1/6150c903-bef5-4235-a93d-db945ab7ffac.png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pacing w:val="-10"/>
          <w:sz w:val="28"/>
          <w:szCs w:val="28"/>
        </w:rPr>
        <w:t>.</w:t>
      </w:r>
    </w:p>
    <w:p w14:paraId="2D183E13">
      <w:pPr>
        <w:spacing w:before="282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Ответ:(6;</w:t>
      </w:r>
      <w:r>
        <w:rPr>
          <w:rFonts w:hint="default" w:ascii="Times New Roman" w:hAnsi="Times New Roman" w:cs="Times New Roman"/>
          <w:color w:val="1D1D1B"/>
          <w:spacing w:val="-5"/>
          <w:sz w:val="28"/>
          <w:szCs w:val="28"/>
        </w:rPr>
        <w:t>14)</w:t>
      </w:r>
    </w:p>
    <w:p w14:paraId="254788AA">
      <w:pPr>
        <w:pStyle w:val="3"/>
        <w:spacing w:before="281"/>
        <w:rPr>
          <w:rFonts w:hint="default" w:ascii="Times New Roman" w:hAnsi="Times New Roman" w:cs="Times New Roman"/>
          <w:color w:val="1D1D1B"/>
          <w:spacing w:val="-5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Пример</w:t>
      </w:r>
      <w:r>
        <w:rPr>
          <w:rFonts w:hint="default" w:ascii="Times New Roman" w:hAnsi="Times New Roman" w:cs="Times New Roman"/>
          <w:color w:val="1D1D1B"/>
          <w:spacing w:val="-5"/>
          <w:sz w:val="28"/>
          <w:szCs w:val="28"/>
        </w:rPr>
        <w:t>2.</w:t>
      </w:r>
    </w:p>
    <w:p w14:paraId="38A7D1C6">
      <w:pPr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Решить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неравенство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cs="Times New Roman"/>
          <w:color w:val="1D1D1B"/>
          <w:spacing w:val="32"/>
          <w:position w:val="2"/>
          <w:sz w:val="28"/>
          <w:szCs w:val="28"/>
          <w:lang w:eastAsia="ru-RU"/>
        </w:rPr>
        <w:drawing>
          <wp:inline distT="0" distB="0" distL="114300" distR="114300">
            <wp:extent cx="2095500" cy="238125"/>
            <wp:effectExtent l="0" t="0" r="7620" b="5715"/>
            <wp:docPr id="52" name="Изображение 30" descr="https://resh.edu.ru/uploads/lesson_extract/3852/20190729093557/OEBPS/objects/c_matan_10_28_1/36866865-4a56-4cc7-b91a-654a0f801a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Изображение 30" descr="https://resh.edu.ru/uploads/lesson_extract/3852/20190729093557/OEBPS/objects/c_matan_10_28_1/36866865-4a56-4cc7-b91a-654a0f801a97.png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1D1D1B"/>
          <w:spacing w:val="-10"/>
          <w:sz w:val="28"/>
          <w:szCs w:val="28"/>
        </w:rPr>
        <w:t>.</w:t>
      </w:r>
    </w:p>
    <w:p w14:paraId="595367EF">
      <w:pPr>
        <w:spacing w:before="285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pacing w:val="-2"/>
          <w:sz w:val="28"/>
          <w:szCs w:val="28"/>
        </w:rPr>
        <w:t>Решение:</w:t>
      </w:r>
    </w:p>
    <w:p w14:paraId="4F82A549">
      <w:pPr>
        <w:pStyle w:val="6"/>
        <w:spacing w:before="19"/>
        <w:rPr>
          <w:rFonts w:hint="default" w:ascii="Times New Roman" w:hAnsi="Times New Roman" w:cs="Times New Roman"/>
          <w:sz w:val="28"/>
          <w:szCs w:val="28"/>
        </w:rPr>
      </w:pPr>
    </w:p>
    <w:p w14:paraId="2A86C181">
      <w:pPr>
        <w:spacing w:line="242" w:lineRule="auto"/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Выполним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преобразование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правой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части: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заменим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color w:val="1D1D1B"/>
          <w:spacing w:val="29"/>
          <w:position w:val="1"/>
          <w:sz w:val="28"/>
          <w:szCs w:val="28"/>
          <w:lang w:eastAsia="ru-RU"/>
        </w:rPr>
        <w:drawing>
          <wp:inline distT="0" distB="0" distL="114300" distR="114300">
            <wp:extent cx="781050" cy="238125"/>
            <wp:effectExtent l="0" t="0" r="11430" b="5715"/>
            <wp:docPr id="53" name="Изображение 31" descr="https://resh.edu.ru/uploads/lesson_extract/3852/20190729093557/OEBPS/objects/c_matan_10_28_1/f2e30321-a8ca-41fc-8f8c-8b3f4fcf1d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Изображение 31" descr="https://resh.edu.ru/uploads/lesson_extract/3852/20190729093557/OEBPS/objects/c_matan_10_28_1/f2e30321-a8ca-41fc-8f8c-8b3f4fcf1dbf.png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1D1D1B"/>
          <w:spacing w:val="29"/>
          <w:position w:val="1"/>
          <w:sz w:val="28"/>
          <w:szCs w:val="28"/>
          <w:lang w:val="en-US" w:eastAsia="ru-RU"/>
        </w:rPr>
        <w:t xml:space="preserve"> 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и используем свойство суммы логарифмов.</w:t>
      </w:r>
    </w:p>
    <w:p w14:paraId="2F110E18">
      <w:pPr>
        <w:pStyle w:val="6"/>
        <w:spacing w:before="7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206375</wp:posOffset>
            </wp:positionV>
            <wp:extent cx="2457450" cy="238125"/>
            <wp:effectExtent l="0" t="0" r="11430" b="5715"/>
            <wp:wrapTopAndBottom/>
            <wp:docPr id="20" name="Image 53" descr="https://resh.edu.ru/uploads/lesson_extract/3852/20190729093557/OEBPS/objects/c_matan_10_28_1/ef56d300-00cc-49e4-a3b5-1be475c9c6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53" descr="https://resh.edu.ru/uploads/lesson_extract/3852/20190729093557/OEBPS/objects/c_matan_10_28_1/ef56d300-00cc-49e4-a3b5-1be475c9c69a.png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650875</wp:posOffset>
            </wp:positionV>
            <wp:extent cx="2122170" cy="247650"/>
            <wp:effectExtent l="0" t="0" r="11430" b="11430"/>
            <wp:wrapTopAndBottom/>
            <wp:docPr id="21" name="Image 54" descr="https://resh.edu.ru/uploads/lesson_extract/3852/20190729093557/OEBPS/objects/c_matan_10_28_1/ef53653f-b254-49b4-9231-d14fdf57d6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54" descr="https://resh.edu.ru/uploads/lesson_extract/3852/20190729093557/OEBPS/objects/c_matan_10_28_1/ef53653f-b254-49b4-9231-d14fdf57d627.png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D67F3E">
      <w:pPr>
        <w:pStyle w:val="6"/>
        <w:spacing w:before="74"/>
        <w:rPr>
          <w:rFonts w:hint="default" w:ascii="Times New Roman" w:hAnsi="Times New Roman" w:cs="Times New Roman"/>
          <w:sz w:val="28"/>
          <w:szCs w:val="28"/>
        </w:rPr>
      </w:pPr>
    </w:p>
    <w:p w14:paraId="3788F442">
      <w:pPr>
        <w:pStyle w:val="6"/>
        <w:spacing w:before="34"/>
        <w:rPr>
          <w:rFonts w:hint="default" w:ascii="Times New Roman" w:hAnsi="Times New Roman" w:cs="Times New Roman"/>
          <w:sz w:val="28"/>
          <w:szCs w:val="28"/>
        </w:rPr>
      </w:pPr>
    </w:p>
    <w:p w14:paraId="36BAA020">
      <w:pPr>
        <w:ind w:left="1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Основание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логарифма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pacing w:val="31"/>
          <w:sz w:val="28"/>
          <w:szCs w:val="28"/>
          <w:lang w:eastAsia="ru-RU"/>
        </w:rPr>
        <w:drawing>
          <wp:inline distT="0" distB="0" distL="114300" distR="114300">
            <wp:extent cx="628650" cy="314325"/>
            <wp:effectExtent l="0" t="0" r="11430" b="5715"/>
            <wp:docPr id="54" name="Изображение 32" descr="https://resh.edu.ru/uploads/lesson_extract/3852/20190729093557/OEBPS/objects/c_matan_10_28_1/4912789b-c01c-48ec-9dd2-fbce2f904c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Изображение 32" descr="https://resh.edu.ru/uploads/lesson_extract/3852/20190729093557/OEBPS/objects/c_matan_10_28_1/4912789b-c01c-48ec-9dd2-fbce2f904c8e.png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значит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используем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color w:val="1D1D1B"/>
          <w:sz w:val="28"/>
          <w:szCs w:val="28"/>
        </w:rPr>
        <w:t>2</w:t>
      </w:r>
      <w:r>
        <w:rPr>
          <w:rFonts w:hint="default" w:ascii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1D1D1B"/>
          <w:spacing w:val="-2"/>
          <w:sz w:val="28"/>
          <w:szCs w:val="28"/>
        </w:rPr>
        <w:t>схему.</w:t>
      </w:r>
    </w:p>
    <w:p w14:paraId="617DB07F">
      <w:pPr>
        <w:spacing w:before="294"/>
        <w:ind w:left="17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inline distT="0" distB="0" distL="114300" distR="114300">
            <wp:extent cx="1247775" cy="447675"/>
            <wp:effectExtent l="0" t="0" r="1905" b="9525"/>
            <wp:docPr id="55" name="Изображение 33" descr="https://resh.edu.ru/uploads/lesson_extract/3852/20190729093557/OEBPS/objects/c_matan_10_28_1/e994ce7d-4fd5-4013-9864-b75993c425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Изображение 33" descr="https://resh.edu.ru/uploads/lesson_extract/3852/20190729093557/OEBPS/objects/c_matan_10_28_1/e994ce7d-4fd5-4013-9864-b75993c425a3.png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z w:val="28"/>
          <w:szCs w:val="28"/>
        </w:rPr>
        <w:t>;</w:t>
      </w:r>
      <w:r>
        <w:rPr>
          <w:rFonts w:hint="default" w:ascii="Times New Roman" w:hAnsi="Times New Roman" w:cs="Times New Roman"/>
          <w:color w:val="1D1D1B"/>
          <w:spacing w:val="-45"/>
          <w:position w:val="3"/>
          <w:sz w:val="28"/>
          <w:szCs w:val="28"/>
          <w:lang w:eastAsia="ru-RU"/>
        </w:rPr>
        <w:drawing>
          <wp:inline distT="0" distB="0" distL="114300" distR="114300">
            <wp:extent cx="742950" cy="428625"/>
            <wp:effectExtent l="0" t="0" r="3810" b="13335"/>
            <wp:docPr id="56" name="Изображение 34" descr="https://resh.edu.ru/uploads/lesson_extract/3852/20190729093557/OEBPS/objects/c_matan_10_28_1/3d530869-58cb-4448-99fb-3d7764b5b7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Изображение 34" descr="https://resh.edu.ru/uploads/lesson_extract/3852/20190729093557/OEBPS/objects/c_matan_10_28_1/3d530869-58cb-4448-99fb-3d7764b5b7e4.png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z w:val="28"/>
          <w:szCs w:val="28"/>
        </w:rPr>
        <w:t>;</w:t>
      </w:r>
      <w:r>
        <w:rPr>
          <w:rFonts w:hint="default" w:ascii="Times New Roman" w:hAnsi="Times New Roman" w:cs="Times New Roman"/>
          <w:color w:val="1D1D1B"/>
          <w:spacing w:val="30"/>
          <w:position w:val="3"/>
          <w:sz w:val="28"/>
          <w:szCs w:val="28"/>
          <w:lang w:eastAsia="ru-RU"/>
        </w:rPr>
        <w:drawing>
          <wp:inline distT="0" distB="0" distL="114300" distR="114300">
            <wp:extent cx="571500" cy="428625"/>
            <wp:effectExtent l="0" t="0" r="7620" b="13335"/>
            <wp:docPr id="57" name="Изображение 35" descr="https://resh.edu.ru/uploads/lesson_extract/3852/20190729093557/OEBPS/objects/c_matan_10_28_1/cd1c6526-cb35-462d-819e-03493b7efa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Изображение 35" descr="https://resh.edu.ru/uploads/lesson_extract/3852/20190729093557/OEBPS/objects/c_matan_10_28_1/cd1c6526-cb35-462d-819e-03493b7efa2d.png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z w:val="28"/>
          <w:szCs w:val="28"/>
        </w:rPr>
        <w:t>;</w:t>
      </w:r>
      <w:r>
        <w:rPr>
          <w:rFonts w:hint="default" w:ascii="Times New Roman" w:hAnsi="Times New Roman" w:cs="Times New Roman"/>
          <w:color w:val="1D1D1B"/>
          <w:spacing w:val="31"/>
          <w:sz w:val="28"/>
          <w:szCs w:val="28"/>
          <w:lang w:eastAsia="ru-RU"/>
        </w:rPr>
        <w:drawing>
          <wp:inline distT="0" distB="0" distL="114300" distR="114300">
            <wp:extent cx="342900" cy="161925"/>
            <wp:effectExtent l="0" t="0" r="7620" b="5715"/>
            <wp:docPr id="58" name="Изображение 36" descr="https://resh.edu.ru/uploads/lesson_extract/3852/20190729093557/OEBPS/objects/c_matan_10_28_1/59438cc5-3de3-470c-9f9a-46c1284e9e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Изображение 36" descr="https://resh.edu.ru/uploads/lesson_extract/3852/20190729093557/OEBPS/objects/c_matan_10_28_1/59438cc5-3de3-470c-9f9a-46c1284e9e8c.png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1D1D1B"/>
          <w:spacing w:val="-10"/>
          <w:sz w:val="28"/>
          <w:szCs w:val="28"/>
        </w:rPr>
        <w:t>.</w:t>
      </w:r>
    </w:p>
    <w:p w14:paraId="0F565C56">
      <w:pPr>
        <w:spacing w:before="307"/>
        <w:ind w:left="142"/>
        <w:rPr>
          <w:rFonts w:hint="default" w:ascii="Times New Roman" w:hAnsi="Times New Roman" w:cs="Times New Roman"/>
          <w:position w:val="1"/>
          <w:sz w:val="28"/>
          <w:szCs w:val="28"/>
        </w:rPr>
      </w:pPr>
      <w:r>
        <w:rPr>
          <w:rFonts w:hint="default" w:ascii="Times New Roman" w:hAnsi="Times New Roman" w:cs="Times New Roman"/>
          <w:color w:val="1D1D1B"/>
          <w:sz w:val="28"/>
          <w:szCs w:val="28"/>
        </w:rPr>
        <w:t>Ответ:</w:t>
      </w:r>
      <w:r>
        <w:rPr>
          <w:rFonts w:hint="default" w:ascii="Times New Roman" w:hAnsi="Times New Roman" w:cs="Times New Roman"/>
          <w:color w:val="1D1D1B"/>
          <w:spacing w:val="-27"/>
          <w:position w:val="1"/>
          <w:sz w:val="28"/>
          <w:szCs w:val="28"/>
          <w:lang w:eastAsia="ru-RU"/>
        </w:rPr>
        <w:drawing>
          <wp:inline distT="0" distB="0" distL="114300" distR="114300">
            <wp:extent cx="533400" cy="152400"/>
            <wp:effectExtent l="0" t="0" r="0" b="0"/>
            <wp:docPr id="59" name="Изображение 37" descr="https://resh.edu.ru/uploads/lesson_extract/3852/20190729093557/OEBPS/objects/c_matan_10_28_1/24f5536e-831a-4554-a227-88200ec87c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Изображение 37" descr="https://resh.edu.ru/uploads/lesson_extract/3852/20190729093557/OEBPS/objects/c_matan_10_28_1/24f5536e-831a-4554-a227-88200ec87cb2.png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753FB">
      <w:pPr>
        <w:pStyle w:val="2"/>
        <w:spacing w:before="278"/>
        <w:ind w:left="690"/>
      </w:pPr>
      <w:bookmarkStart w:id="4" w:name="Системы_логарифмических_неравенств"/>
      <w:bookmarkEnd w:id="4"/>
    </w:p>
    <w:p w14:paraId="215D640D">
      <w:pPr>
        <w:ind w:left="142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303030"/>
          <w:sz w:val="32"/>
          <w:szCs w:val="32"/>
        </w:rPr>
        <w:t>Домашнее</w:t>
      </w:r>
      <w:r>
        <w:rPr>
          <w:rFonts w:hint="default" w:ascii="Arial" w:hAnsi="Arial" w:cs="Arial"/>
          <w:b/>
          <w:bCs/>
          <w:color w:val="303030"/>
          <w:sz w:val="32"/>
          <w:szCs w:val="32"/>
          <w:lang w:val="ru-RU"/>
        </w:rPr>
        <w:t xml:space="preserve">  </w:t>
      </w:r>
      <w:r>
        <w:rPr>
          <w:rFonts w:ascii="Arial" w:hAnsi="Arial" w:cs="Arial"/>
          <w:b/>
          <w:bCs/>
          <w:color w:val="303030"/>
          <w:spacing w:val="-2"/>
          <w:sz w:val="32"/>
          <w:szCs w:val="32"/>
        </w:rPr>
        <w:t>задание:</w:t>
      </w:r>
    </w:p>
    <w:p w14:paraId="13943B57">
      <w:pPr>
        <w:pStyle w:val="6"/>
        <w:spacing w:before="111"/>
        <w:rPr>
          <w:rFonts w:ascii="Arial"/>
          <w:b/>
          <w:bCs/>
        </w:rPr>
      </w:pPr>
      <w:r>
        <w:rPr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1277620</wp:posOffset>
            </wp:positionH>
            <wp:positionV relativeFrom="paragraph">
              <wp:posOffset>232410</wp:posOffset>
            </wp:positionV>
            <wp:extent cx="5501640" cy="3323590"/>
            <wp:effectExtent l="0" t="0" r="0" b="13970"/>
            <wp:wrapTopAndBottom/>
            <wp:docPr id="22" name="Image 61" descr="https://ds04.infourok.ru/uploads/ex/12ae/0009135d-19ed3a9a/hello_html_m1fdfed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61" descr="https://ds04.infourok.ru/uploads/ex/12ae/0009135d-19ed3a9a/hello_html_m1fdfed1c.png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501640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10" w:h="16840"/>
      <w:pgMar w:top="1160" w:right="850" w:bottom="280" w:left="1559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MT">
    <w:altName w:val="Arial"/>
    <w:panose1 w:val="00000000000000000000"/>
    <w:charset w:val="CC"/>
    <w:family w:val="swiss"/>
    <w:pitch w:val="default"/>
    <w:sig w:usb0="00000000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711CC"/>
    <w:multiLevelType w:val="multilevel"/>
    <w:tmpl w:val="05E711CC"/>
    <w:lvl w:ilvl="0" w:tentative="0">
      <w:start w:val="1"/>
      <w:numFmt w:val="decimal"/>
      <w:lvlText w:val="%1."/>
      <w:lvlJc w:val="left"/>
      <w:pPr>
        <w:ind w:left="387" w:hanging="167"/>
      </w:pPr>
      <w:rPr>
        <w:rFonts w:hint="default" w:ascii="Arial" w:hAnsi="Arial" w:eastAsia="Times New Roman"/>
        <w:b/>
        <w:bCs/>
        <w:i w:val="0"/>
        <w:iCs w:val="0"/>
        <w:color w:val="303030"/>
        <w:spacing w:val="-1"/>
        <w:w w:val="96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1297" w:hanging="16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17" w:hanging="16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37" w:hanging="16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56" w:hanging="16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76" w:hanging="16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96" w:hanging="16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16" w:hanging="16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35" w:hanging="167"/>
      </w:pPr>
      <w:rPr>
        <w:rFonts w:hint="default"/>
      </w:rPr>
    </w:lvl>
  </w:abstractNum>
  <w:abstractNum w:abstractNumId="1">
    <w:nsid w:val="2746694C"/>
    <w:multiLevelType w:val="multilevel"/>
    <w:tmpl w:val="2746694C"/>
    <w:lvl w:ilvl="0" w:tentative="0">
      <w:start w:val="1"/>
      <w:numFmt w:val="decimal"/>
      <w:lvlText w:val="%1)"/>
      <w:lvlJc w:val="left"/>
      <w:pPr>
        <w:ind w:left="375" w:hanging="233"/>
      </w:pPr>
      <w:rPr>
        <w:rFonts w:hint="default" w:ascii="Microsoft Sans Serif" w:hAnsi="Microsoft Sans Serif" w:eastAsia="Times New Roman"/>
        <w:b w:val="0"/>
        <w:bCs w:val="0"/>
        <w:i w:val="0"/>
        <w:iCs w:val="0"/>
        <w:color w:val="303030"/>
        <w:spacing w:val="-1"/>
        <w:w w:val="99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291" w:hanging="23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3" w:hanging="23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15" w:hanging="23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6" w:hanging="2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8" w:hanging="2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50" w:hanging="2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2" w:hanging="2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3" w:hanging="23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BA"/>
    <w:rsid w:val="005C0795"/>
    <w:rsid w:val="006C1ABA"/>
    <w:rsid w:val="007D7AC7"/>
    <w:rsid w:val="00A621A5"/>
    <w:rsid w:val="00DC4B9A"/>
    <w:rsid w:val="00EF4C01"/>
    <w:rsid w:val="18D47245"/>
    <w:rsid w:val="28F3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Sans Serif" w:hAnsi="Microsoft Sans Serif" w:eastAsia="Calibri" w:cs="Microsoft Sans Serif"/>
      <w:sz w:val="22"/>
      <w:szCs w:val="22"/>
      <w:lang w:val="ru-RU" w:eastAsia="en-US" w:bidi="ar-SA"/>
    </w:rPr>
  </w:style>
  <w:style w:type="paragraph" w:styleId="2">
    <w:name w:val="heading 1"/>
    <w:basedOn w:val="1"/>
    <w:link w:val="7"/>
    <w:qFormat/>
    <w:uiPriority w:val="99"/>
    <w:pPr>
      <w:spacing w:before="1"/>
      <w:ind w:left="300" w:right="544"/>
      <w:jc w:val="center"/>
      <w:outlineLvl w:val="0"/>
    </w:pPr>
    <w:rPr>
      <w:sz w:val="33"/>
      <w:szCs w:val="33"/>
    </w:rPr>
  </w:style>
  <w:style w:type="paragraph" w:styleId="3">
    <w:name w:val="heading 2"/>
    <w:basedOn w:val="1"/>
    <w:link w:val="8"/>
    <w:qFormat/>
    <w:uiPriority w:val="99"/>
    <w:pPr>
      <w:ind w:left="142"/>
      <w:outlineLvl w:val="1"/>
    </w:pPr>
    <w:rPr>
      <w:rFonts w:ascii="Arial" w:hAnsi="Arial" w:cs="Arial"/>
      <w:b/>
      <w:bCs/>
      <w:sz w:val="27"/>
      <w:szCs w:val="27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9"/>
    <w:qFormat/>
    <w:uiPriority w:val="99"/>
    <w:rPr>
      <w:sz w:val="20"/>
      <w:szCs w:val="20"/>
    </w:rPr>
  </w:style>
  <w:style w:type="character" w:customStyle="1" w:styleId="7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character" w:customStyle="1" w:styleId="8">
    <w:name w:val="Heading 2 Char"/>
    <w:basedOn w:val="4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  <w:lang w:eastAsia="en-US"/>
    </w:rPr>
  </w:style>
  <w:style w:type="character" w:customStyle="1" w:styleId="9">
    <w:name w:val="Body Text Char"/>
    <w:basedOn w:val="4"/>
    <w:link w:val="6"/>
    <w:semiHidden/>
    <w:qFormat/>
    <w:uiPriority w:val="99"/>
    <w:rPr>
      <w:rFonts w:ascii="Microsoft Sans Serif" w:hAnsi="Microsoft Sans Serif" w:cs="Microsoft Sans Serif"/>
      <w:lang w:eastAsia="en-US"/>
    </w:rPr>
  </w:style>
  <w:style w:type="paragraph" w:styleId="10">
    <w:name w:val="List Paragraph"/>
    <w:basedOn w:val="1"/>
    <w:qFormat/>
    <w:uiPriority w:val="99"/>
    <w:pPr>
      <w:spacing w:before="1"/>
      <w:ind w:left="373" w:hanging="231"/>
    </w:pPr>
    <w:rPr>
      <w:rFonts w:ascii="Arial" w:hAnsi="Arial" w:cs="Arial"/>
    </w:rPr>
  </w:style>
  <w:style w:type="paragraph" w:customStyle="1" w:styleId="11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431</Words>
  <Characters>2459</Characters>
  <Lines>0</Lines>
  <Paragraphs>0</Paragraphs>
  <TotalTime>17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2025-11-20T11:29:00Z</dcterms:created>
  <dc:creator>05</dc:creator>
  <cp:lastModifiedBy>User</cp:lastModifiedBy>
  <cp:lastPrinted>2025-11-20T14:51:00Z</cp:lastPrinted>
  <dcterms:modified xsi:type="dcterms:W3CDTF">2025-11-20T15:02:43Z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  <property fmtid="{D5CDD505-2E9C-101B-9397-08002B2CF9AE}" pid="3" name="Producer">
    <vt:lpwstr>Adobe PDF Library 11.0</vt:lpwstr>
  </property>
  <property fmtid="{D5CDD505-2E9C-101B-9397-08002B2CF9AE}" pid="4" name="SourceModified">
    <vt:lpwstr>D:20200513161814</vt:lpwstr>
  </property>
  <property fmtid="{D5CDD505-2E9C-101B-9397-08002B2CF9AE}" pid="5" name="KSOProductBuildVer">
    <vt:lpwstr>1049-12.2.0.23155</vt:lpwstr>
  </property>
  <property fmtid="{D5CDD505-2E9C-101B-9397-08002B2CF9AE}" pid="6" name="ICV">
    <vt:lpwstr>5B2496535B644532B93C7CA0FB15E7AD_13</vt:lpwstr>
  </property>
</Properties>
</file>